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97BC2" w14:textId="77777777" w:rsidR="00D02445" w:rsidRPr="00042C9B" w:rsidRDefault="00D02445" w:rsidP="00042C9B">
      <w:pPr>
        <w:spacing w:line="240" w:lineRule="auto"/>
        <w:rPr>
          <w:b/>
          <w:color w:val="002060"/>
          <w:sz w:val="28"/>
          <w:szCs w:val="28"/>
        </w:rPr>
      </w:pPr>
      <w:r w:rsidRPr="00042C9B">
        <w:rPr>
          <w:b/>
          <w:bCs/>
          <w:color w:val="002060"/>
          <w:sz w:val="28"/>
          <w:szCs w:val="28"/>
        </w:rPr>
        <w:t xml:space="preserve">Bevestigingsbrief/e-mail voor de </w:t>
      </w:r>
      <w:r w:rsidRPr="00042C9B">
        <w:rPr>
          <w:b/>
          <w:bCs/>
          <w:color w:val="002060"/>
          <w:sz w:val="28"/>
          <w:szCs w:val="28"/>
        </w:rPr>
        <w:br/>
        <w:t>gemaakte afspraak met patiënt</w:t>
      </w:r>
    </w:p>
    <w:p w14:paraId="5DE36350" w14:textId="77777777" w:rsidR="0047702F" w:rsidRDefault="0047702F" w:rsidP="0047702F"/>
    <w:p w14:paraId="3D3523ED" w14:textId="77777777" w:rsidR="00D02445" w:rsidRDefault="00D02445" w:rsidP="0047702F"/>
    <w:p w14:paraId="7765D4A4" w14:textId="77777777" w:rsidR="0047702F" w:rsidRDefault="0047702F" w:rsidP="0047702F"/>
    <w:p w14:paraId="628EF299" w14:textId="77777777" w:rsidR="00A97AB9" w:rsidRDefault="00A97AB9" w:rsidP="0047702F"/>
    <w:p w14:paraId="189B9CF4" w14:textId="77777777" w:rsidR="0047702F" w:rsidRDefault="0047702F" w:rsidP="0047702F"/>
    <w:p w14:paraId="2915D8EA" w14:textId="77777777" w:rsidR="00042C9B" w:rsidRPr="00042C9B" w:rsidRDefault="00042C9B" w:rsidP="00042C9B">
      <w:r w:rsidRPr="00042C9B">
        <w:t>Geadresseerde:</w:t>
      </w:r>
    </w:p>
    <w:p w14:paraId="462F44F3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&lt;aanhef&gt; &lt;naam plaats&gt;</w:t>
      </w:r>
    </w:p>
    <w:p w14:paraId="1E75041B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&lt;adresregel 1&gt;</w:t>
      </w:r>
    </w:p>
    <w:p w14:paraId="0A2B53E2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&lt;adresregel 2&gt;</w:t>
      </w:r>
    </w:p>
    <w:p w14:paraId="3B3DB0EF" w14:textId="77777777" w:rsidR="00042C9B" w:rsidRPr="00042C9B" w:rsidRDefault="00042C9B" w:rsidP="00042C9B"/>
    <w:p w14:paraId="48B9A4A1" w14:textId="28A746C0" w:rsidR="00042C9B" w:rsidRPr="00042C9B" w:rsidRDefault="00042C9B" w:rsidP="00042C9B">
      <w:r w:rsidRPr="00042C9B">
        <w:t>Afzender:</w:t>
      </w:r>
      <w:r w:rsidR="00826E03">
        <w:t xml:space="preserve"> </w:t>
      </w:r>
      <w:bookmarkStart w:id="0" w:name="_GoBack"/>
      <w:bookmarkEnd w:id="0"/>
    </w:p>
    <w:p w14:paraId="14ED8C3B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&lt;Naam ziekenhuis&gt;</w:t>
      </w:r>
    </w:p>
    <w:p w14:paraId="782981CE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&lt;adresregel 1&gt;</w:t>
      </w:r>
    </w:p>
    <w:p w14:paraId="6B65BBE3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&lt;adresregel 2&gt;</w:t>
      </w:r>
    </w:p>
    <w:p w14:paraId="38E5DDA4" w14:textId="7AF5F88F" w:rsidR="00042C9B" w:rsidRPr="00042C9B" w:rsidRDefault="00042C9B" w:rsidP="00042C9B">
      <w:pPr>
        <w:tabs>
          <w:tab w:val="left" w:pos="5013"/>
        </w:tabs>
      </w:pPr>
      <w:r>
        <w:tab/>
      </w:r>
    </w:p>
    <w:p w14:paraId="65749EE3" w14:textId="77777777" w:rsidR="00042C9B" w:rsidRPr="00042C9B" w:rsidRDefault="00042C9B" w:rsidP="00042C9B">
      <w:r w:rsidRPr="00042C9B">
        <w:t>Betreft: Afspraakbevestiging</w:t>
      </w:r>
    </w:p>
    <w:p w14:paraId="46006127" w14:textId="77777777" w:rsidR="00042C9B" w:rsidRPr="00042C9B" w:rsidRDefault="00042C9B" w:rsidP="00042C9B"/>
    <w:p w14:paraId="179BE438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&lt;plaats&gt;, &lt;datum&gt;</w:t>
      </w:r>
    </w:p>
    <w:p w14:paraId="528F0405" w14:textId="77777777" w:rsidR="00042C9B" w:rsidRPr="00042C9B" w:rsidRDefault="00042C9B" w:rsidP="00042C9B"/>
    <w:p w14:paraId="539A1F30" w14:textId="77777777" w:rsidR="00042C9B" w:rsidRPr="00042C9B" w:rsidRDefault="00042C9B" w:rsidP="00042C9B">
      <w:r w:rsidRPr="00042C9B">
        <w:t xml:space="preserve">Geachte heer/mevrouw </w:t>
      </w:r>
      <w:r w:rsidRPr="00042C9B">
        <w:rPr>
          <w:color w:val="63BDD4" w:themeColor="accent3"/>
        </w:rPr>
        <w:t>&lt;naam patiënt&gt;</w:t>
      </w:r>
      <w:r w:rsidRPr="00042C9B">
        <w:t>,</w:t>
      </w:r>
    </w:p>
    <w:p w14:paraId="5AAB5971" w14:textId="77777777" w:rsidR="00042C9B" w:rsidRPr="00042C9B" w:rsidRDefault="00042C9B" w:rsidP="00042C9B"/>
    <w:p w14:paraId="7A931831" w14:textId="77777777" w:rsidR="00042C9B" w:rsidRPr="00042C9B" w:rsidRDefault="00042C9B" w:rsidP="00042C9B">
      <w:r w:rsidRPr="00042C9B">
        <w:t>Hierbij bevestig ik de afspraak die zojuist telefonisch met u is gemaakt. Wij verwachten u op: </w:t>
      </w:r>
    </w:p>
    <w:p w14:paraId="78140F53" w14:textId="77777777" w:rsidR="00042C9B" w:rsidRPr="00042C9B" w:rsidRDefault="00042C9B" w:rsidP="00042C9B"/>
    <w:p w14:paraId="349CE95A" w14:textId="77777777" w:rsidR="00042C9B" w:rsidRPr="00042C9B" w:rsidRDefault="00042C9B" w:rsidP="00042C9B">
      <w:r w:rsidRPr="00042C9B">
        <w:rPr>
          <w:color w:val="63BDD4" w:themeColor="accent3"/>
        </w:rPr>
        <w:t>&lt;dag&gt; &lt;datum&gt;</w:t>
      </w:r>
      <w:r w:rsidRPr="00042C9B">
        <w:t xml:space="preserve"> om </w:t>
      </w:r>
      <w:r w:rsidRPr="00042C9B">
        <w:rPr>
          <w:color w:val="63BDD4" w:themeColor="accent3"/>
        </w:rPr>
        <w:t>&lt;tijdstip&gt;</w:t>
      </w:r>
      <w:r w:rsidRPr="00042C9B">
        <w:t xml:space="preserve">, </w:t>
      </w:r>
      <w:r w:rsidRPr="00042C9B">
        <w:rPr>
          <w:color w:val="63BDD4" w:themeColor="accent3"/>
        </w:rPr>
        <w:t>&lt;locatie met adres&gt;</w:t>
      </w:r>
      <w:r w:rsidRPr="00042C9B">
        <w:t> </w:t>
      </w:r>
    </w:p>
    <w:p w14:paraId="02B0E177" w14:textId="77777777" w:rsidR="00042C9B" w:rsidRPr="00042C9B" w:rsidRDefault="00042C9B" w:rsidP="00042C9B"/>
    <w:p w14:paraId="56C63572" w14:textId="77777777" w:rsidR="00042C9B" w:rsidRPr="00042C9B" w:rsidRDefault="00042C9B" w:rsidP="00042C9B">
      <w:r w:rsidRPr="00042C9B">
        <w:t xml:space="preserve">voor een gesprek met de Parkinson-neuroloog, dr. </w:t>
      </w:r>
      <w:r w:rsidRPr="00042C9B">
        <w:rPr>
          <w:color w:val="63BDD4" w:themeColor="accent3"/>
        </w:rPr>
        <w:t>&lt;naam arts&gt;</w:t>
      </w:r>
      <w:r w:rsidRPr="00042C9B">
        <w:t>.</w:t>
      </w:r>
    </w:p>
    <w:p w14:paraId="0CFD3E7F" w14:textId="77777777" w:rsidR="00042C9B" w:rsidRPr="00042C9B" w:rsidRDefault="00042C9B" w:rsidP="00042C9B"/>
    <w:p w14:paraId="6A533DB7" w14:textId="77777777" w:rsidR="00042C9B" w:rsidRPr="00042C9B" w:rsidRDefault="00042C9B" w:rsidP="00042C9B">
      <w:r w:rsidRPr="00042C9B">
        <w:t xml:space="preserve">De bedoeling van deze afspraak is om meer inzicht te krijgen in uw dagelijks leven met de ziekte van Parkinson. We willen graag samen met u de mogelijkheden bekijken om de behandeling nog beter op uw situatie af te stemmen. </w:t>
      </w:r>
      <w:r w:rsidRPr="00042C9B">
        <w:br/>
        <w:t>Het is fijn als uw partner of een familielid meekomt naar deze afspraak. </w:t>
      </w:r>
    </w:p>
    <w:p w14:paraId="16737C6F" w14:textId="77777777" w:rsidR="00042C9B" w:rsidRPr="00042C9B" w:rsidRDefault="00042C9B" w:rsidP="00042C9B"/>
    <w:p w14:paraId="677977D4" w14:textId="77777777" w:rsidR="00042C9B" w:rsidRPr="00042C9B" w:rsidRDefault="00042C9B" w:rsidP="00042C9B">
      <w:r w:rsidRPr="00042C9B">
        <w:t>Wij zien u en uw partner of familielid graag op de afgesproken tijd.</w:t>
      </w:r>
    </w:p>
    <w:p w14:paraId="39F6E120" w14:textId="77777777" w:rsidR="00042C9B" w:rsidRPr="00042C9B" w:rsidRDefault="00042C9B" w:rsidP="00042C9B"/>
    <w:p w14:paraId="318F6838" w14:textId="50C59A16" w:rsidR="00042C9B" w:rsidRPr="00042C9B" w:rsidRDefault="00042C9B" w:rsidP="00042C9B">
      <w:r w:rsidRPr="00042C9B">
        <w:t>Met vriendelijke groet,</w:t>
      </w:r>
    </w:p>
    <w:p w14:paraId="659DF88B" w14:textId="77777777" w:rsidR="00042C9B" w:rsidRPr="00042C9B" w:rsidRDefault="00042C9B" w:rsidP="00042C9B"/>
    <w:p w14:paraId="7854E248" w14:textId="77777777" w:rsidR="00042C9B" w:rsidRPr="00042C9B" w:rsidRDefault="00042C9B" w:rsidP="00042C9B"/>
    <w:p w14:paraId="6B79D2AC" w14:textId="77777777" w:rsidR="00042C9B" w:rsidRPr="00042C9B" w:rsidRDefault="00042C9B" w:rsidP="00042C9B">
      <w:pPr>
        <w:rPr>
          <w:color w:val="63BDD4" w:themeColor="accent3"/>
        </w:rPr>
      </w:pPr>
      <w:r w:rsidRPr="00042C9B">
        <w:rPr>
          <w:color w:val="63BDD4" w:themeColor="accent3"/>
        </w:rPr>
        <w:t>&lt;naam afzender&gt;</w:t>
      </w:r>
    </w:p>
    <w:p w14:paraId="5434E33F" w14:textId="3D47B719" w:rsidR="008B6AA1" w:rsidRPr="00042C9B" w:rsidRDefault="00042C9B" w:rsidP="00042C9B">
      <w:pPr>
        <w:tabs>
          <w:tab w:val="left" w:pos="6100"/>
        </w:tabs>
        <w:rPr>
          <w:color w:val="63BDD4" w:themeColor="accent3"/>
        </w:rPr>
      </w:pPr>
      <w:r w:rsidRPr="00042C9B">
        <w:rPr>
          <w:color w:val="63BDD4" w:themeColor="accent3"/>
        </w:rPr>
        <w:t>&lt;functie afzender&gt;</w:t>
      </w:r>
    </w:p>
    <w:sectPr w:rsidR="008B6AA1" w:rsidRPr="00042C9B" w:rsidSect="0097742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69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62138" w14:textId="77777777" w:rsidR="00D03518" w:rsidRDefault="00D03518" w:rsidP="00DC5E17">
      <w:pPr>
        <w:spacing w:line="240" w:lineRule="auto"/>
      </w:pPr>
      <w:r>
        <w:separator/>
      </w:r>
    </w:p>
  </w:endnote>
  <w:endnote w:type="continuationSeparator" w:id="0">
    <w:p w14:paraId="10CCE93C" w14:textId="77777777" w:rsidR="00D03518" w:rsidRDefault="00D03518" w:rsidP="00DC5E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5F8B" w14:textId="6AC95E71" w:rsidR="00575325" w:rsidRPr="00E039E5" w:rsidRDefault="00370056" w:rsidP="004636AA">
    <w:pPr>
      <w:rPr>
        <w:rFonts w:cs="Arial"/>
        <w:sz w:val="17"/>
        <w:szCs w:val="17"/>
      </w:rPr>
    </w:pPr>
    <w:r>
      <w:rPr>
        <w:rFonts w:cs="Arial"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01DBD2E6" wp14:editId="4A38FBA1">
              <wp:simplePos x="0" y="0"/>
              <wp:positionH relativeFrom="column">
                <wp:posOffset>5599430</wp:posOffset>
              </wp:positionH>
              <wp:positionV relativeFrom="paragraph">
                <wp:posOffset>147955</wp:posOffset>
              </wp:positionV>
              <wp:extent cx="604520" cy="268605"/>
              <wp:effectExtent l="0" t="0" r="0" b="10795"/>
              <wp:wrapNone/>
              <wp:docPr id="14" name="Tekstva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4520" cy="268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6126D29" w14:textId="77777777" w:rsidR="00575325" w:rsidRPr="0062176C" w:rsidRDefault="00575325" w:rsidP="004636AA">
                          <w:pPr>
                            <w:jc w:val="right"/>
                            <w:rPr>
                              <w:rFonts w:cs="Arial"/>
                              <w:color w:val="D7471F"/>
                              <w:sz w:val="18"/>
                              <w:szCs w:val="18"/>
                            </w:rPr>
                          </w:pP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42C9B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t>/</w: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instrText xml:space="preserve"> NUMPAGES  \* MERGEFORMAT </w:instrTex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42C9B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DBD2E6" id="_x0000_t202" coordsize="21600,21600" o:spt="202" path="m0,0l0,21600,21600,21600,21600,0xe">
              <v:stroke joinstyle="miter"/>
              <v:path gradientshapeok="t" o:connecttype="rect"/>
            </v:shapetype>
            <v:shape id="Tekstvak 14" o:spid="_x0000_s1026" type="#_x0000_t202" style="position:absolute;margin-left:440.9pt;margin-top:11.65pt;width:47.6pt;height:21.1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" filled="f" stroked="f">
              <v:textbox style="mso-fit-shape-to-text:t">
                <w:txbxContent>
                  <w:p w14:paraId="46126D29" w14:textId="77777777" w:rsidR="00575325" w:rsidRPr="0062176C" w:rsidRDefault="00575325" w:rsidP="004636AA">
                    <w:pPr>
                      <w:jc w:val="right"/>
                      <w:rPr>
                        <w:rFonts w:cs="Arial"/>
                        <w:color w:val="D7471F"/>
                        <w:sz w:val="18"/>
                        <w:szCs w:val="18"/>
                      </w:rPr>
                    </w:pPr>
                    <w:r w:rsidRPr="00A927FD">
                      <w:rPr>
                        <w:sz w:val="18"/>
                        <w:szCs w:val="18"/>
                      </w:rPr>
                      <w:fldChar w:fldCharType="begin"/>
                    </w:r>
                    <w:r w:rsidRPr="00A927FD"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 w:rsidRPr="00A927FD">
                      <w:rPr>
                        <w:sz w:val="18"/>
                        <w:szCs w:val="18"/>
                      </w:rPr>
                      <w:fldChar w:fldCharType="separate"/>
                    </w:r>
                    <w:r w:rsidR="00042C9B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A927FD">
                      <w:rPr>
                        <w:sz w:val="18"/>
                        <w:szCs w:val="18"/>
                      </w:rPr>
                      <w:fldChar w:fldCharType="end"/>
                    </w:r>
                    <w:r w:rsidRPr="00A927FD">
                      <w:rPr>
                        <w:sz w:val="18"/>
                        <w:szCs w:val="18"/>
                      </w:rPr>
                      <w:t>/</w:t>
                    </w:r>
                    <w:r w:rsidRPr="00A927FD">
                      <w:rPr>
                        <w:sz w:val="18"/>
                        <w:szCs w:val="18"/>
                      </w:rPr>
                      <w:fldChar w:fldCharType="begin"/>
                    </w:r>
                    <w:r w:rsidRPr="00A927FD">
                      <w:rPr>
                        <w:sz w:val="18"/>
                        <w:szCs w:val="18"/>
                      </w:rPr>
                      <w:instrText xml:space="preserve"> NUMPAGES  \* MERGEFORMAT </w:instrText>
                    </w:r>
                    <w:r w:rsidRPr="00A927FD">
                      <w:rPr>
                        <w:sz w:val="18"/>
                        <w:szCs w:val="18"/>
                      </w:rPr>
                      <w:fldChar w:fldCharType="separate"/>
                    </w:r>
                    <w:r w:rsidR="00042C9B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A927FD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22A40" w14:textId="77F53D70" w:rsidR="00575325" w:rsidRPr="00A927FD" w:rsidRDefault="00DE4E32" w:rsidP="00A927FD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2AF1FC4" wp14:editId="1642EFDF">
              <wp:simplePos x="0" y="0"/>
              <wp:positionH relativeFrom="column">
                <wp:posOffset>5598394</wp:posOffset>
              </wp:positionH>
              <wp:positionV relativeFrom="paragraph">
                <wp:posOffset>192171</wp:posOffset>
              </wp:positionV>
              <wp:extent cx="604520" cy="268605"/>
              <wp:effectExtent l="0" t="0" r="0" b="10795"/>
              <wp:wrapNone/>
              <wp:docPr id="5" name="Tekstva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4520" cy="268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A046C35" w14:textId="77777777" w:rsidR="00575325" w:rsidRPr="0062176C" w:rsidRDefault="00575325" w:rsidP="00C877BC">
                          <w:pPr>
                            <w:jc w:val="right"/>
                            <w:rPr>
                              <w:rFonts w:cs="Arial"/>
                              <w:color w:val="D7471F"/>
                              <w:sz w:val="18"/>
                              <w:szCs w:val="18"/>
                            </w:rPr>
                          </w:pP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03518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t>/</w: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instrText xml:space="preserve"> NUMPAGES  \* MERGEFORMAT </w:instrTex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03518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A927FD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AF1FC4" id="_x0000_t202" coordsize="21600,21600" o:spt="202" path="m0,0l0,21600,21600,21600,21600,0xe">
              <v:stroke joinstyle="miter"/>
              <v:path gradientshapeok="t" o:connecttype="rect"/>
            </v:shapetype>
            <v:shape id="Tekstvak 5" o:spid="_x0000_s1027" type="#_x0000_t202" style="position:absolute;margin-left:440.8pt;margin-top:15.15pt;width:47.6pt;height:21.1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" filled="f" stroked="f">
              <v:textbox style="mso-fit-shape-to-text:t">
                <w:txbxContent>
                  <w:p w14:paraId="5A046C35" w14:textId="77777777" w:rsidR="00575325" w:rsidRPr="0062176C" w:rsidRDefault="00575325" w:rsidP="00C877BC">
                    <w:pPr>
                      <w:jc w:val="right"/>
                      <w:rPr>
                        <w:rFonts w:cs="Arial"/>
                        <w:color w:val="D7471F"/>
                        <w:sz w:val="18"/>
                        <w:szCs w:val="18"/>
                      </w:rPr>
                    </w:pPr>
                    <w:r w:rsidRPr="00A927FD">
                      <w:rPr>
                        <w:sz w:val="18"/>
                        <w:szCs w:val="18"/>
                      </w:rPr>
                      <w:fldChar w:fldCharType="begin"/>
                    </w:r>
                    <w:r w:rsidRPr="00A927FD"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 w:rsidRPr="00A927FD">
                      <w:rPr>
                        <w:sz w:val="18"/>
                        <w:szCs w:val="18"/>
                      </w:rPr>
                      <w:fldChar w:fldCharType="separate"/>
                    </w:r>
                    <w:r w:rsidR="00D03518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A927FD">
                      <w:rPr>
                        <w:sz w:val="18"/>
                        <w:szCs w:val="18"/>
                      </w:rPr>
                      <w:fldChar w:fldCharType="end"/>
                    </w:r>
                    <w:r w:rsidRPr="00A927FD">
                      <w:rPr>
                        <w:sz w:val="18"/>
                        <w:szCs w:val="18"/>
                      </w:rPr>
                      <w:t>/</w:t>
                    </w:r>
                    <w:r w:rsidRPr="00A927FD">
                      <w:rPr>
                        <w:sz w:val="18"/>
                        <w:szCs w:val="18"/>
                      </w:rPr>
                      <w:fldChar w:fldCharType="begin"/>
                    </w:r>
                    <w:r w:rsidRPr="00A927FD">
                      <w:rPr>
                        <w:sz w:val="18"/>
                        <w:szCs w:val="18"/>
                      </w:rPr>
                      <w:instrText xml:space="preserve"> NUMPAGES  \* MERGEFORMAT </w:instrText>
                    </w:r>
                    <w:r w:rsidRPr="00A927FD">
                      <w:rPr>
                        <w:sz w:val="18"/>
                        <w:szCs w:val="18"/>
                      </w:rPr>
                      <w:fldChar w:fldCharType="separate"/>
                    </w:r>
                    <w:r w:rsidR="00D03518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A927FD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FF699" w14:textId="77777777" w:rsidR="00D03518" w:rsidRDefault="00D03518" w:rsidP="00DC5E17">
      <w:pPr>
        <w:spacing w:line="240" w:lineRule="auto"/>
      </w:pPr>
      <w:r>
        <w:separator/>
      </w:r>
    </w:p>
  </w:footnote>
  <w:footnote w:type="continuationSeparator" w:id="0">
    <w:p w14:paraId="785F687B" w14:textId="77777777" w:rsidR="00D03518" w:rsidRDefault="00D03518" w:rsidP="00DC5E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F2BC5" w14:textId="677EE266" w:rsidR="00575325" w:rsidRDefault="00042C9B" w:rsidP="00042C9B">
    <w:pPr>
      <w:tabs>
        <w:tab w:val="left" w:pos="1968"/>
        <w:tab w:val="right" w:pos="9065"/>
      </w:tabs>
      <w:jc w:val="right"/>
      <w:rPr>
        <w:rFonts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35985C51" wp14:editId="0C6AFC61">
          <wp:simplePos x="0" y="0"/>
          <wp:positionH relativeFrom="column">
            <wp:posOffset>5132070</wp:posOffset>
          </wp:positionH>
          <wp:positionV relativeFrom="paragraph">
            <wp:posOffset>9525</wp:posOffset>
          </wp:positionV>
          <wp:extent cx="1064260" cy="1037590"/>
          <wp:effectExtent l="0" t="0" r="2540" b="3810"/>
          <wp:wrapThrough wrapText="bothSides">
            <wp:wrapPolygon edited="0">
              <wp:start x="7217" y="0"/>
              <wp:lineTo x="516" y="2644"/>
              <wp:lineTo x="0" y="7403"/>
              <wp:lineTo x="3093" y="8460"/>
              <wp:lineTo x="5155" y="16920"/>
              <wp:lineTo x="0" y="20093"/>
              <wp:lineTo x="0" y="21151"/>
              <wp:lineTo x="21136" y="21151"/>
              <wp:lineTo x="21136" y="20093"/>
              <wp:lineTo x="16496" y="16920"/>
              <wp:lineTo x="21136" y="8989"/>
              <wp:lineTo x="21136" y="5288"/>
              <wp:lineTo x="17012" y="529"/>
              <wp:lineTo x="12888" y="0"/>
              <wp:lineTo x="7217" y="0"/>
            </wp:wrapPolygon>
          </wp:wrapThrough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IGRA-LOGO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260" cy="1037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3F1BA0" w14:textId="6D33638C" w:rsidR="00575325" w:rsidRDefault="00575325" w:rsidP="00042C9B">
    <w:pPr>
      <w:tabs>
        <w:tab w:val="left" w:pos="1968"/>
        <w:tab w:val="right" w:pos="9065"/>
      </w:tabs>
      <w:jc w:val="right"/>
      <w:rPr>
        <w:rFonts w:cs="Arial"/>
        <w:sz w:val="18"/>
        <w:szCs w:val="18"/>
      </w:rPr>
    </w:pPr>
  </w:p>
  <w:p w14:paraId="6413BB17" w14:textId="688A3B10" w:rsidR="00575325" w:rsidRDefault="00F21F1D" w:rsidP="00042C9B">
    <w:pPr>
      <w:tabs>
        <w:tab w:val="left" w:pos="520"/>
      </w:tabs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ab/>
    </w:r>
  </w:p>
  <w:p w14:paraId="1A08D637" w14:textId="77777777" w:rsidR="00F21F1D" w:rsidRDefault="00F21F1D" w:rsidP="00042C9B">
    <w:pPr>
      <w:tabs>
        <w:tab w:val="left" w:pos="520"/>
      </w:tabs>
      <w:jc w:val="right"/>
      <w:rPr>
        <w:rFonts w:cs="Arial"/>
        <w:sz w:val="18"/>
        <w:szCs w:val="18"/>
      </w:rPr>
    </w:pPr>
  </w:p>
  <w:p w14:paraId="600ECA0E" w14:textId="77777777" w:rsidR="00F21F1D" w:rsidRDefault="00F21F1D" w:rsidP="00042C9B">
    <w:pPr>
      <w:tabs>
        <w:tab w:val="left" w:pos="520"/>
      </w:tabs>
      <w:jc w:val="right"/>
      <w:rPr>
        <w:rFonts w:cs="Arial"/>
        <w:sz w:val="18"/>
        <w:szCs w:val="18"/>
      </w:rPr>
    </w:pPr>
  </w:p>
  <w:p w14:paraId="63FD45C2" w14:textId="77777777" w:rsidR="00575325" w:rsidRPr="00DC5E17" w:rsidRDefault="00575325" w:rsidP="00042C9B">
    <w:pPr>
      <w:tabs>
        <w:tab w:val="left" w:pos="1968"/>
        <w:tab w:val="right" w:pos="9065"/>
      </w:tabs>
      <w:jc w:val="right"/>
      <w:rPr>
        <w:rFonts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E45FC" w14:textId="6D49FE1F" w:rsidR="00575325" w:rsidRDefault="00977422" w:rsidP="00977422">
    <w:pPr>
      <w:pStyle w:val="Koptekst"/>
      <w:jc w:val="right"/>
    </w:pPr>
    <w:r>
      <w:rPr>
        <w:noProof/>
      </w:rPr>
      <w:drawing>
        <wp:anchor distT="0" distB="0" distL="114300" distR="114300" simplePos="0" relativeHeight="251676672" behindDoc="0" locked="0" layoutInCell="1" allowOverlap="1" wp14:anchorId="4AA6D67C" wp14:editId="0D7892AE">
          <wp:simplePos x="0" y="0"/>
          <wp:positionH relativeFrom="column">
            <wp:posOffset>5094605</wp:posOffset>
          </wp:positionH>
          <wp:positionV relativeFrom="paragraph">
            <wp:posOffset>1270</wp:posOffset>
          </wp:positionV>
          <wp:extent cx="1064260" cy="1037590"/>
          <wp:effectExtent l="0" t="0" r="2540" b="3810"/>
          <wp:wrapThrough wrapText="bothSides">
            <wp:wrapPolygon edited="0">
              <wp:start x="7217" y="0"/>
              <wp:lineTo x="516" y="2644"/>
              <wp:lineTo x="0" y="7403"/>
              <wp:lineTo x="3093" y="8460"/>
              <wp:lineTo x="5155" y="16920"/>
              <wp:lineTo x="0" y="20093"/>
              <wp:lineTo x="0" y="21151"/>
              <wp:lineTo x="21136" y="21151"/>
              <wp:lineTo x="21136" y="20093"/>
              <wp:lineTo x="16496" y="16920"/>
              <wp:lineTo x="21136" y="8989"/>
              <wp:lineTo x="21136" y="5288"/>
              <wp:lineTo x="17012" y="529"/>
              <wp:lineTo x="12888" y="0"/>
              <wp:lineTo x="7217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IGRA-LOGO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260" cy="1037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B5851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D0A09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1F452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04EE3B4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0A0EC1C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B4C92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7462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B54E6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EF83E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3F4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E76AEC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>
    <w:nsid w:val="01816EE8"/>
    <w:multiLevelType w:val="multilevel"/>
    <w:tmpl w:val="E32C9394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02505700"/>
    <w:multiLevelType w:val="multilevel"/>
    <w:tmpl w:val="E32C9394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04734DA1"/>
    <w:multiLevelType w:val="hybridMultilevel"/>
    <w:tmpl w:val="3B1E59A4"/>
    <w:lvl w:ilvl="0" w:tplc="62E46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645278B"/>
    <w:multiLevelType w:val="hybridMultilevel"/>
    <w:tmpl w:val="82FA2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B80DAF"/>
    <w:multiLevelType w:val="hybridMultilevel"/>
    <w:tmpl w:val="588A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A884053"/>
    <w:multiLevelType w:val="hybridMultilevel"/>
    <w:tmpl w:val="CBF2B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079D3"/>
    <w:multiLevelType w:val="multilevel"/>
    <w:tmpl w:val="A8322A30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387F6E"/>
    <w:multiLevelType w:val="multilevel"/>
    <w:tmpl w:val="6EDEA65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2A345359"/>
    <w:multiLevelType w:val="multilevel"/>
    <w:tmpl w:val="5FAA87F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2F4E7A67"/>
    <w:multiLevelType w:val="hybridMultilevel"/>
    <w:tmpl w:val="2286E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1127F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4A312E3"/>
    <w:multiLevelType w:val="hybridMultilevel"/>
    <w:tmpl w:val="B6405BA0"/>
    <w:lvl w:ilvl="0" w:tplc="4CC80B26">
      <w:start w:val="1"/>
      <w:numFmt w:val="decimal"/>
      <w:pStyle w:val="Lijstnummering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492724"/>
    <w:multiLevelType w:val="hybridMultilevel"/>
    <w:tmpl w:val="BA4C6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52C65"/>
    <w:multiLevelType w:val="multilevel"/>
    <w:tmpl w:val="8EEC80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41B454D2"/>
    <w:multiLevelType w:val="multilevel"/>
    <w:tmpl w:val="7D8A8C8C"/>
    <w:lvl w:ilvl="0">
      <w:start w:val="1"/>
      <w:numFmt w:val="bullet"/>
      <w:pStyle w:val="Lijstopsomteken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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6">
    <w:nsid w:val="435130B1"/>
    <w:multiLevelType w:val="multilevel"/>
    <w:tmpl w:val="6EDEA65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44506F37"/>
    <w:multiLevelType w:val="hybridMultilevel"/>
    <w:tmpl w:val="CF129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23018"/>
    <w:multiLevelType w:val="hybridMultilevel"/>
    <w:tmpl w:val="9A821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C66CE6"/>
    <w:multiLevelType w:val="hybridMultilevel"/>
    <w:tmpl w:val="A8322A30"/>
    <w:lvl w:ilvl="0" w:tplc="E1BC7CF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366E07"/>
    <w:multiLevelType w:val="hybridMultilevel"/>
    <w:tmpl w:val="EF86A3FC"/>
    <w:lvl w:ilvl="0" w:tplc="AFA627E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037655"/>
    <w:multiLevelType w:val="hybridMultilevel"/>
    <w:tmpl w:val="DCA41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235456"/>
    <w:multiLevelType w:val="hybridMultilevel"/>
    <w:tmpl w:val="67BE5E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6BF21E0"/>
    <w:multiLevelType w:val="multilevel"/>
    <w:tmpl w:val="AC84B42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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4">
    <w:nsid w:val="571639DE"/>
    <w:multiLevelType w:val="hybridMultilevel"/>
    <w:tmpl w:val="59241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580EE4"/>
    <w:multiLevelType w:val="multilevel"/>
    <w:tmpl w:val="E32C9394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>
    <w:nsid w:val="636B4367"/>
    <w:multiLevelType w:val="multilevel"/>
    <w:tmpl w:val="E32C9394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>
    <w:nsid w:val="699F4F57"/>
    <w:multiLevelType w:val="hybridMultilevel"/>
    <w:tmpl w:val="7D127D34"/>
    <w:lvl w:ilvl="0" w:tplc="4CC80B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CF28DFA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BE5C77E4">
      <w:start w:val="1"/>
      <w:numFmt w:val="upperRoman"/>
      <w:lvlText w:val="%3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E457D1"/>
    <w:multiLevelType w:val="multilevel"/>
    <w:tmpl w:val="6EDEA65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>
    <w:nsid w:val="6EAB5A2D"/>
    <w:multiLevelType w:val="multilevel"/>
    <w:tmpl w:val="E32C9394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>
    <w:nsid w:val="798E064D"/>
    <w:multiLevelType w:val="multilevel"/>
    <w:tmpl w:val="8EEC80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>
    <w:nsid w:val="7ACE15F7"/>
    <w:multiLevelType w:val="multilevel"/>
    <w:tmpl w:val="5FAA87F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>
    <w:nsid w:val="7C466014"/>
    <w:multiLevelType w:val="hybridMultilevel"/>
    <w:tmpl w:val="48041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3860D7"/>
    <w:multiLevelType w:val="multilevel"/>
    <w:tmpl w:val="A8322A30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32"/>
  </w:num>
  <w:num w:numId="4">
    <w:abstractNumId w:val="1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34"/>
  </w:num>
  <w:num w:numId="17">
    <w:abstractNumId w:val="16"/>
  </w:num>
  <w:num w:numId="18">
    <w:abstractNumId w:val="42"/>
  </w:num>
  <w:num w:numId="19">
    <w:abstractNumId w:val="20"/>
  </w:num>
  <w:num w:numId="20">
    <w:abstractNumId w:val="15"/>
  </w:num>
  <w:num w:numId="21">
    <w:abstractNumId w:val="23"/>
  </w:num>
  <w:num w:numId="22">
    <w:abstractNumId w:val="30"/>
  </w:num>
  <w:num w:numId="23">
    <w:abstractNumId w:val="37"/>
  </w:num>
  <w:num w:numId="24">
    <w:abstractNumId w:val="21"/>
  </w:num>
  <w:num w:numId="25">
    <w:abstractNumId w:val="37"/>
    <w:lvlOverride w:ilvl="0">
      <w:lvl w:ilvl="0" w:tplc="4CC80B26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FCF28DFA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 w:tplc="BE5C77E4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 w:tplc="0409000F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 w:tplc="04090019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 w:tplc="0409001B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 w:tplc="0409000F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 w:tplc="04090019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 w:tplc="0409001B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6">
    <w:abstractNumId w:val="29"/>
  </w:num>
  <w:num w:numId="27">
    <w:abstractNumId w:val="22"/>
  </w:num>
  <w:num w:numId="28">
    <w:abstractNumId w:val="31"/>
  </w:num>
  <w:num w:numId="29">
    <w:abstractNumId w:val="28"/>
  </w:num>
  <w:num w:numId="30">
    <w:abstractNumId w:val="43"/>
  </w:num>
  <w:num w:numId="31">
    <w:abstractNumId w:val="36"/>
  </w:num>
  <w:num w:numId="32">
    <w:abstractNumId w:val="12"/>
  </w:num>
  <w:num w:numId="33">
    <w:abstractNumId w:val="11"/>
  </w:num>
  <w:num w:numId="34">
    <w:abstractNumId w:val="39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18"/>
  </w:num>
  <w:num w:numId="40">
    <w:abstractNumId w:val="41"/>
  </w:num>
  <w:num w:numId="41">
    <w:abstractNumId w:val="19"/>
  </w:num>
  <w:num w:numId="42">
    <w:abstractNumId w:val="24"/>
  </w:num>
  <w:num w:numId="43">
    <w:abstractNumId w:val="40"/>
  </w:num>
  <w:num w:numId="44">
    <w:abstractNumId w:val="33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hideSpellingErrors/>
  <w:hideGrammaticalErrors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45"/>
    <w:rsid w:val="000068D6"/>
    <w:rsid w:val="000106B7"/>
    <w:rsid w:val="00026030"/>
    <w:rsid w:val="000321D7"/>
    <w:rsid w:val="00033453"/>
    <w:rsid w:val="00041CBE"/>
    <w:rsid w:val="00042C9B"/>
    <w:rsid w:val="0008165E"/>
    <w:rsid w:val="0008171C"/>
    <w:rsid w:val="000C654B"/>
    <w:rsid w:val="000E1C0B"/>
    <w:rsid w:val="000F3AA8"/>
    <w:rsid w:val="0011745E"/>
    <w:rsid w:val="001345AD"/>
    <w:rsid w:val="001405AC"/>
    <w:rsid w:val="0015710A"/>
    <w:rsid w:val="001C7892"/>
    <w:rsid w:val="001E031E"/>
    <w:rsid w:val="001E53A2"/>
    <w:rsid w:val="001F71B5"/>
    <w:rsid w:val="00206C15"/>
    <w:rsid w:val="00213FEE"/>
    <w:rsid w:val="00247C45"/>
    <w:rsid w:val="002A2728"/>
    <w:rsid w:val="002C4A65"/>
    <w:rsid w:val="003474D2"/>
    <w:rsid w:val="00363D4E"/>
    <w:rsid w:val="00370056"/>
    <w:rsid w:val="003705E0"/>
    <w:rsid w:val="003A16C4"/>
    <w:rsid w:val="003D3D1E"/>
    <w:rsid w:val="00407881"/>
    <w:rsid w:val="0044532D"/>
    <w:rsid w:val="00453D00"/>
    <w:rsid w:val="004636AA"/>
    <w:rsid w:val="0047702F"/>
    <w:rsid w:val="004849C0"/>
    <w:rsid w:val="004D7A6C"/>
    <w:rsid w:val="005039BE"/>
    <w:rsid w:val="0051056C"/>
    <w:rsid w:val="005167C9"/>
    <w:rsid w:val="00527DC9"/>
    <w:rsid w:val="005434F3"/>
    <w:rsid w:val="00563672"/>
    <w:rsid w:val="00570F6B"/>
    <w:rsid w:val="00575325"/>
    <w:rsid w:val="005928BE"/>
    <w:rsid w:val="005B0D7E"/>
    <w:rsid w:val="005B25F7"/>
    <w:rsid w:val="005C2275"/>
    <w:rsid w:val="005D00D1"/>
    <w:rsid w:val="005D6AB4"/>
    <w:rsid w:val="00617CB7"/>
    <w:rsid w:val="0062176C"/>
    <w:rsid w:val="0063788F"/>
    <w:rsid w:val="006446F1"/>
    <w:rsid w:val="00651455"/>
    <w:rsid w:val="00662856"/>
    <w:rsid w:val="0066545A"/>
    <w:rsid w:val="00666D16"/>
    <w:rsid w:val="006D7F0E"/>
    <w:rsid w:val="006E531B"/>
    <w:rsid w:val="007312E1"/>
    <w:rsid w:val="00734C5C"/>
    <w:rsid w:val="00750A70"/>
    <w:rsid w:val="007876EA"/>
    <w:rsid w:val="00790B98"/>
    <w:rsid w:val="00811E44"/>
    <w:rsid w:val="00815C8F"/>
    <w:rsid w:val="00826E03"/>
    <w:rsid w:val="0083470F"/>
    <w:rsid w:val="0088646A"/>
    <w:rsid w:val="008963EA"/>
    <w:rsid w:val="00897137"/>
    <w:rsid w:val="008B3FF0"/>
    <w:rsid w:val="008B4BC4"/>
    <w:rsid w:val="008B6AA1"/>
    <w:rsid w:val="008E38C4"/>
    <w:rsid w:val="00925250"/>
    <w:rsid w:val="00940516"/>
    <w:rsid w:val="00951907"/>
    <w:rsid w:val="00970227"/>
    <w:rsid w:val="009760D2"/>
    <w:rsid w:val="00977422"/>
    <w:rsid w:val="009854BE"/>
    <w:rsid w:val="00991054"/>
    <w:rsid w:val="009C710F"/>
    <w:rsid w:val="009E4D02"/>
    <w:rsid w:val="009E5D26"/>
    <w:rsid w:val="009F04E7"/>
    <w:rsid w:val="009F236F"/>
    <w:rsid w:val="00A31382"/>
    <w:rsid w:val="00A43CAA"/>
    <w:rsid w:val="00A5016A"/>
    <w:rsid w:val="00A927FD"/>
    <w:rsid w:val="00A97AB9"/>
    <w:rsid w:val="00AA78A9"/>
    <w:rsid w:val="00AB11B6"/>
    <w:rsid w:val="00AE3E2F"/>
    <w:rsid w:val="00B13CED"/>
    <w:rsid w:val="00B24F5B"/>
    <w:rsid w:val="00B409C1"/>
    <w:rsid w:val="00B4743D"/>
    <w:rsid w:val="00B9285B"/>
    <w:rsid w:val="00BA510F"/>
    <w:rsid w:val="00BB2AD0"/>
    <w:rsid w:val="00BC0145"/>
    <w:rsid w:val="00BC79BB"/>
    <w:rsid w:val="00BD2D5C"/>
    <w:rsid w:val="00BD3DE5"/>
    <w:rsid w:val="00BE2504"/>
    <w:rsid w:val="00C16BC7"/>
    <w:rsid w:val="00C25A4B"/>
    <w:rsid w:val="00C655DD"/>
    <w:rsid w:val="00C70DC7"/>
    <w:rsid w:val="00C877BC"/>
    <w:rsid w:val="00C93ECD"/>
    <w:rsid w:val="00C97268"/>
    <w:rsid w:val="00CA4D60"/>
    <w:rsid w:val="00CD25B4"/>
    <w:rsid w:val="00CE1829"/>
    <w:rsid w:val="00CF24CA"/>
    <w:rsid w:val="00CF7981"/>
    <w:rsid w:val="00D02445"/>
    <w:rsid w:val="00D03518"/>
    <w:rsid w:val="00D430B9"/>
    <w:rsid w:val="00D77AA3"/>
    <w:rsid w:val="00D96317"/>
    <w:rsid w:val="00DA4880"/>
    <w:rsid w:val="00DB1D3B"/>
    <w:rsid w:val="00DC5E17"/>
    <w:rsid w:val="00DE4E32"/>
    <w:rsid w:val="00E011D4"/>
    <w:rsid w:val="00E039E5"/>
    <w:rsid w:val="00E10412"/>
    <w:rsid w:val="00E35C2E"/>
    <w:rsid w:val="00E473EC"/>
    <w:rsid w:val="00E64E81"/>
    <w:rsid w:val="00E77911"/>
    <w:rsid w:val="00E77CBE"/>
    <w:rsid w:val="00EA3A63"/>
    <w:rsid w:val="00ED2A18"/>
    <w:rsid w:val="00F05915"/>
    <w:rsid w:val="00F203AB"/>
    <w:rsid w:val="00F21F1D"/>
    <w:rsid w:val="00F433F6"/>
    <w:rsid w:val="00F65ADA"/>
    <w:rsid w:val="00FB2BE1"/>
    <w:rsid w:val="00FB6845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AC9CE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C2275"/>
    <w:pPr>
      <w:spacing w:line="324" w:lineRule="auto"/>
    </w:pPr>
    <w:rPr>
      <w:rFonts w:ascii="Arial" w:hAnsi="Arial"/>
      <w:sz w:val="22"/>
    </w:rPr>
  </w:style>
  <w:style w:type="paragraph" w:styleId="Kop1">
    <w:name w:val="heading 1"/>
    <w:basedOn w:val="Standaard"/>
    <w:next w:val="Standaard"/>
    <w:link w:val="Kop1Teken"/>
    <w:uiPriority w:val="9"/>
    <w:qFormat/>
    <w:rsid w:val="0044532D"/>
    <w:pPr>
      <w:outlineLvl w:val="0"/>
    </w:pPr>
    <w:rPr>
      <w:b/>
      <w:sz w:val="24"/>
    </w:rPr>
  </w:style>
  <w:style w:type="paragraph" w:styleId="Kop2">
    <w:name w:val="heading 2"/>
    <w:basedOn w:val="BasicParagraph"/>
    <w:next w:val="Standaard"/>
    <w:link w:val="Kop2Teken"/>
    <w:uiPriority w:val="9"/>
    <w:unhideWhenUsed/>
    <w:qFormat/>
    <w:rsid w:val="00B9285B"/>
    <w:pPr>
      <w:outlineLvl w:val="1"/>
    </w:pPr>
    <w:rPr>
      <w:b/>
      <w:color w:val="1A2845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DC5E17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DC5E17"/>
  </w:style>
  <w:style w:type="paragraph" w:styleId="Voettekst">
    <w:name w:val="footer"/>
    <w:basedOn w:val="Standaard"/>
    <w:link w:val="VoettekstTeken"/>
    <w:uiPriority w:val="99"/>
    <w:unhideWhenUsed/>
    <w:rsid w:val="00DC5E17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DC5E17"/>
  </w:style>
  <w:style w:type="paragraph" w:styleId="Ballontekst">
    <w:name w:val="Balloon Text"/>
    <w:basedOn w:val="Standaard"/>
    <w:link w:val="BallontekstTeken"/>
    <w:uiPriority w:val="99"/>
    <w:semiHidden/>
    <w:unhideWhenUsed/>
    <w:rsid w:val="00DC5E1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C5E1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C5E17"/>
    <w:rPr>
      <w:color w:val="B1A796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C5E17"/>
    <w:rPr>
      <w:color w:val="756D57" w:themeColor="followedHyperlink"/>
      <w:u w:val="single"/>
    </w:rPr>
  </w:style>
  <w:style w:type="paragraph" w:styleId="Lijstopsomteken">
    <w:name w:val="List Bullet"/>
    <w:basedOn w:val="Standaard"/>
    <w:uiPriority w:val="99"/>
    <w:unhideWhenUsed/>
    <w:qFormat/>
    <w:rsid w:val="005167C9"/>
    <w:pPr>
      <w:numPr>
        <w:numId w:val="45"/>
      </w:numPr>
      <w:contextualSpacing/>
    </w:pPr>
  </w:style>
  <w:style w:type="paragraph" w:customStyle="1" w:styleId="BasicParagraph">
    <w:name w:val="[Basic Paragraph]"/>
    <w:basedOn w:val="Standaard"/>
    <w:autoRedefine/>
    <w:uiPriority w:val="99"/>
    <w:qFormat/>
    <w:rsid w:val="008B6AA1"/>
    <w:pPr>
      <w:widowControl w:val="0"/>
      <w:autoSpaceDE w:val="0"/>
      <w:autoSpaceDN w:val="0"/>
      <w:adjustRightInd w:val="0"/>
      <w:textAlignment w:val="center"/>
    </w:pPr>
    <w:rPr>
      <w:rFonts w:cs="MinionPro-Regular"/>
      <w:color w:val="000000"/>
      <w:lang w:val="en-GB"/>
    </w:rPr>
  </w:style>
  <w:style w:type="paragraph" w:styleId="Lijstnummering">
    <w:name w:val="List Number"/>
    <w:basedOn w:val="Standaard"/>
    <w:autoRedefine/>
    <w:uiPriority w:val="99"/>
    <w:unhideWhenUsed/>
    <w:qFormat/>
    <w:rsid w:val="006E531B"/>
    <w:pPr>
      <w:numPr>
        <w:numId w:val="27"/>
      </w:numPr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44532D"/>
    <w:rPr>
      <w:rFonts w:ascii="Arial" w:hAnsi="Arial"/>
      <w:b/>
    </w:rPr>
  </w:style>
  <w:style w:type="character" w:customStyle="1" w:styleId="Kop2Teken">
    <w:name w:val="Kop 2 Teken"/>
    <w:basedOn w:val="Standaardalinea-lettertype"/>
    <w:link w:val="Kop2"/>
    <w:uiPriority w:val="9"/>
    <w:rsid w:val="00B9285B"/>
    <w:rPr>
      <w:rFonts w:ascii="Arial" w:hAnsi="Arial" w:cs="MinionPro-Regular"/>
      <w:b/>
      <w:color w:val="1A2845" w:themeColor="text2"/>
      <w:sz w:val="22"/>
      <w:lang w:val="en-GB"/>
    </w:rPr>
  </w:style>
  <w:style w:type="paragraph" w:styleId="Lijstnummering2">
    <w:name w:val="List Number 2"/>
    <w:basedOn w:val="Standaard"/>
    <w:uiPriority w:val="99"/>
    <w:unhideWhenUsed/>
    <w:rsid w:val="007312E1"/>
    <w:pPr>
      <w:numPr>
        <w:numId w:val="10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7312E1"/>
    <w:pPr>
      <w:numPr>
        <w:numId w:val="11"/>
      </w:numPr>
      <w:contextualSpacing/>
    </w:pPr>
  </w:style>
  <w:style w:type="numbering" w:styleId="111111">
    <w:name w:val="Outline List 2"/>
    <w:basedOn w:val="Geenlijst"/>
    <w:uiPriority w:val="99"/>
    <w:semiHidden/>
    <w:unhideWhenUsed/>
    <w:rsid w:val="0011745E"/>
    <w:pPr>
      <w:numPr>
        <w:numId w:val="24"/>
      </w:numPr>
    </w:pPr>
  </w:style>
  <w:style w:type="paragraph" w:styleId="Geenafstand">
    <w:name w:val="No Spacing"/>
    <w:autoRedefine/>
    <w:uiPriority w:val="1"/>
    <w:rsid w:val="001405AC"/>
    <w:rPr>
      <w:rFonts w:ascii="Arial" w:hAnsi="Arial"/>
      <w:sz w:val="22"/>
    </w:rPr>
  </w:style>
  <w:style w:type="character" w:customStyle="1" w:styleId="Cursieforanje">
    <w:name w:val="Cursief oranje"/>
    <w:basedOn w:val="Standaardalinea-lettertype"/>
    <w:uiPriority w:val="1"/>
    <w:qFormat/>
    <w:rsid w:val="00B9285B"/>
    <w:rPr>
      <w:i/>
      <w:color w:val="1A2845" w:themeColor="text2"/>
    </w:rPr>
  </w:style>
  <w:style w:type="paragraph" w:styleId="Lijstalinea">
    <w:name w:val="List Paragraph"/>
    <w:basedOn w:val="Lijstopsomteken"/>
    <w:uiPriority w:val="34"/>
    <w:rsid w:val="000E1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Vincent/Library/Group%20Containers/UBF8T346G9.Office/User%20Content.localized/Templates.localized/memo-template.dotx" TargetMode="External"/></Relationships>
</file>

<file path=word/theme/theme1.xml><?xml version="1.0" encoding="utf-8"?>
<a:theme xmlns:a="http://schemas.openxmlformats.org/drawingml/2006/main" name="Thema2">
  <a:themeElements>
    <a:clrScheme name="Nigra-1">
      <a:dk1>
        <a:sysClr val="windowText" lastClr="000000"/>
      </a:dk1>
      <a:lt1>
        <a:sysClr val="window" lastClr="FFFFFF"/>
      </a:lt1>
      <a:dk2>
        <a:srgbClr val="1A2845"/>
      </a:dk2>
      <a:lt2>
        <a:srgbClr val="DCF1F6"/>
      </a:lt2>
      <a:accent1>
        <a:srgbClr val="286096"/>
      </a:accent1>
      <a:accent2>
        <a:srgbClr val="1F8FAD"/>
      </a:accent2>
      <a:accent3>
        <a:srgbClr val="63BDD4"/>
      </a:accent3>
      <a:accent4>
        <a:srgbClr val="88BE2F"/>
      </a:accent4>
      <a:accent5>
        <a:srgbClr val="308F32"/>
      </a:accent5>
      <a:accent6>
        <a:srgbClr val="EDE7D5"/>
      </a:accent6>
      <a:hlink>
        <a:srgbClr val="B1A796"/>
      </a:hlink>
      <a:folHlink>
        <a:srgbClr val="756D57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D10229-DCA8-A24F-8D7E-5DE60465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memo-template.dotx</Template>
  <TotalTime>7</TotalTime>
  <Pages>1</Pages>
  <Words>142</Words>
  <Characters>786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Waarom benaderen wij u en wat vragen wij van u?</vt:lpstr>
    </vt:vector>
  </TitlesOfParts>
  <Company>Vindustries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Westerbeek van Eerten</dc:creator>
  <cp:keywords/>
  <dc:description/>
  <cp:lastModifiedBy>Vincent Westerbeek van Eerten</cp:lastModifiedBy>
  <cp:revision>7</cp:revision>
  <cp:lastPrinted>2014-05-22T08:40:00Z</cp:lastPrinted>
  <dcterms:created xsi:type="dcterms:W3CDTF">2017-04-07T07:21:00Z</dcterms:created>
  <dcterms:modified xsi:type="dcterms:W3CDTF">2017-04-10T15:36:00Z</dcterms:modified>
</cp:coreProperties>
</file>